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Y="643"/>
        <w:tblW w:w="0" w:type="auto"/>
        <w:tblLook w:val="04A0" w:firstRow="1" w:lastRow="0" w:firstColumn="1" w:lastColumn="0" w:noHBand="0" w:noVBand="1"/>
      </w:tblPr>
      <w:tblGrid>
        <w:gridCol w:w="1382"/>
        <w:gridCol w:w="3390"/>
        <w:gridCol w:w="1170"/>
        <w:gridCol w:w="3634"/>
      </w:tblGrid>
      <w:tr w:rsidR="00355F9D" w:rsidTr="00D825D8">
        <w:tc>
          <w:tcPr>
            <w:tcW w:w="1382" w:type="dxa"/>
          </w:tcPr>
          <w:p w:rsidR="009A19E6" w:rsidRPr="009A19E6" w:rsidRDefault="009A19E6" w:rsidP="006B3B87">
            <w:pPr>
              <w:rPr>
                <w:rFonts w:ascii="Arial Black" w:hAnsi="Arial Black"/>
              </w:rPr>
            </w:pPr>
            <w:r w:rsidRPr="009A19E6">
              <w:rPr>
                <w:rFonts w:ascii="Arial Black" w:hAnsi="Arial Black"/>
              </w:rPr>
              <w:t xml:space="preserve">Numéro </w:t>
            </w:r>
          </w:p>
          <w:p w:rsidR="009A19E6" w:rsidRPr="009A19E6" w:rsidRDefault="009A19E6" w:rsidP="006B3B87">
            <w:pPr>
              <w:rPr>
                <w:rFonts w:ascii="Arial Black" w:hAnsi="Arial Black"/>
              </w:rPr>
            </w:pPr>
            <w:r w:rsidRPr="009A19E6">
              <w:rPr>
                <w:rFonts w:ascii="Arial Black" w:hAnsi="Arial Black"/>
              </w:rPr>
              <w:t>attribué</w:t>
            </w:r>
          </w:p>
        </w:tc>
        <w:tc>
          <w:tcPr>
            <w:tcW w:w="3390" w:type="dxa"/>
            <w:shd w:val="clear" w:color="auto" w:fill="548DD4" w:themeFill="text2" w:themeFillTint="99"/>
          </w:tcPr>
          <w:p w:rsidR="009A19E6" w:rsidRPr="00D825D8" w:rsidRDefault="00D825D8" w:rsidP="006B3B87">
            <w:pPr>
              <w:rPr>
                <w:rFonts w:ascii="Arial Black" w:hAnsi="Arial Black"/>
                <w:color w:val="FFFFFF" w:themeColor="background1"/>
              </w:rPr>
            </w:pPr>
            <w:r w:rsidRPr="00D825D8">
              <w:rPr>
                <w:rFonts w:ascii="Arial Black" w:hAnsi="Arial Black"/>
                <w:color w:val="FFFFFF" w:themeColor="background1"/>
              </w:rPr>
              <w:t>Mot-clé</w:t>
            </w:r>
          </w:p>
        </w:tc>
        <w:tc>
          <w:tcPr>
            <w:tcW w:w="1170" w:type="dxa"/>
          </w:tcPr>
          <w:p w:rsidR="009A19E6" w:rsidRPr="009A19E6" w:rsidRDefault="009A19E6" w:rsidP="006B3B87">
            <w:pPr>
              <w:rPr>
                <w:rFonts w:ascii="Arial Black" w:hAnsi="Arial Black"/>
              </w:rPr>
            </w:pPr>
            <w:r w:rsidRPr="009A19E6">
              <w:rPr>
                <w:rFonts w:ascii="Arial Black" w:hAnsi="Arial Black"/>
              </w:rPr>
              <w:t xml:space="preserve">Numéro </w:t>
            </w:r>
          </w:p>
          <w:p w:rsidR="009A19E6" w:rsidRPr="009A19E6" w:rsidRDefault="009A19E6" w:rsidP="006B3B87">
            <w:pPr>
              <w:rPr>
                <w:rFonts w:ascii="Arial Black" w:hAnsi="Arial Black"/>
              </w:rPr>
            </w:pPr>
            <w:r w:rsidRPr="009A19E6">
              <w:rPr>
                <w:rFonts w:ascii="Arial Black" w:hAnsi="Arial Black"/>
              </w:rPr>
              <w:t>attribué</w:t>
            </w:r>
          </w:p>
        </w:tc>
        <w:tc>
          <w:tcPr>
            <w:tcW w:w="3634" w:type="dxa"/>
            <w:shd w:val="clear" w:color="auto" w:fill="548DD4" w:themeFill="text2" w:themeFillTint="99"/>
          </w:tcPr>
          <w:p w:rsidR="009A19E6" w:rsidRPr="00D825D8" w:rsidRDefault="00D825D8" w:rsidP="006B3B87">
            <w:pPr>
              <w:rPr>
                <w:rFonts w:ascii="Arial Black" w:hAnsi="Arial Black"/>
                <w:color w:val="FFFFFF" w:themeColor="background1"/>
              </w:rPr>
            </w:pPr>
            <w:r w:rsidRPr="00D825D8">
              <w:rPr>
                <w:rFonts w:ascii="Arial Black" w:hAnsi="Arial Black"/>
                <w:color w:val="FFFFFF" w:themeColor="background1"/>
              </w:rPr>
              <w:t>Mot-clé</w:t>
            </w:r>
          </w:p>
        </w:tc>
      </w:tr>
      <w:tr w:rsidR="009A19E6" w:rsidTr="00355F9D">
        <w:tc>
          <w:tcPr>
            <w:tcW w:w="1382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65</w:t>
            </w:r>
          </w:p>
        </w:tc>
        <w:tc>
          <w:tcPr>
            <w:tcW w:w="3390" w:type="dxa"/>
          </w:tcPr>
          <w:p w:rsidR="009A19E6" w:rsidRPr="00C70C27" w:rsidRDefault="007A4FAE" w:rsidP="006B3B87">
            <w:pPr>
              <w:rPr>
                <w:rFonts w:ascii="Arial Black" w:hAnsi="Arial Black"/>
                <w:color w:val="0070C0"/>
              </w:rPr>
            </w:pPr>
            <w:r w:rsidRPr="007A4FAE">
              <w:rPr>
                <w:rFonts w:ascii="Arial Black" w:hAnsi="Arial Black"/>
                <w:color w:val="0070C0"/>
              </w:rPr>
              <w:t>prévenance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90</w:t>
            </w:r>
          </w:p>
        </w:tc>
        <w:tc>
          <w:tcPr>
            <w:tcW w:w="3634" w:type="dxa"/>
          </w:tcPr>
          <w:p w:rsidR="009A19E6" w:rsidRPr="00C70C27" w:rsidRDefault="00D825D8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a</w:t>
            </w:r>
            <w:r w:rsidR="00C70C27">
              <w:rPr>
                <w:rFonts w:ascii="Arial Black" w:hAnsi="Arial Black"/>
                <w:color w:val="0070C0"/>
              </w:rPr>
              <w:t>mabilité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66</w:t>
            </w:r>
          </w:p>
        </w:tc>
        <w:tc>
          <w:tcPr>
            <w:tcW w:w="3390" w:type="dxa"/>
          </w:tcPr>
          <w:p w:rsidR="009A19E6" w:rsidRPr="00C70C27" w:rsidRDefault="007A4FAE" w:rsidP="006B3B87">
            <w:pPr>
              <w:rPr>
                <w:rFonts w:ascii="Arial Black" w:hAnsi="Arial Black"/>
                <w:color w:val="0070C0"/>
              </w:rPr>
            </w:pPr>
            <w:r w:rsidRPr="007A4FAE">
              <w:rPr>
                <w:rFonts w:ascii="Arial Black" w:hAnsi="Arial Black"/>
                <w:color w:val="0070C0"/>
              </w:rPr>
              <w:t>gestion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91</w:t>
            </w:r>
          </w:p>
        </w:tc>
        <w:tc>
          <w:tcPr>
            <w:tcW w:w="3634" w:type="dxa"/>
          </w:tcPr>
          <w:p w:rsidR="009A19E6" w:rsidRPr="00C70C27" w:rsidRDefault="00D825D8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 xml:space="preserve">organisation 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67</w:t>
            </w:r>
          </w:p>
        </w:tc>
        <w:tc>
          <w:tcPr>
            <w:tcW w:w="3390" w:type="dxa"/>
          </w:tcPr>
          <w:p w:rsidR="009A19E6" w:rsidRPr="00C70C27" w:rsidRDefault="007E0687" w:rsidP="006B3B87">
            <w:pPr>
              <w:rPr>
                <w:rFonts w:ascii="Arial Black" w:hAnsi="Arial Black"/>
                <w:color w:val="0070C0"/>
              </w:rPr>
            </w:pPr>
            <w:r w:rsidRPr="007E0687">
              <w:rPr>
                <w:rFonts w:ascii="Arial Black" w:hAnsi="Arial Black"/>
                <w:color w:val="0070C0"/>
              </w:rPr>
              <w:t>douceur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92</w:t>
            </w:r>
          </w:p>
        </w:tc>
        <w:tc>
          <w:tcPr>
            <w:tcW w:w="3634" w:type="dxa"/>
          </w:tcPr>
          <w:p w:rsidR="009A19E6" w:rsidRPr="00C70C27" w:rsidRDefault="00524F69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politesse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68</w:t>
            </w:r>
          </w:p>
        </w:tc>
        <w:tc>
          <w:tcPr>
            <w:tcW w:w="3390" w:type="dxa"/>
          </w:tcPr>
          <w:p w:rsidR="009A19E6" w:rsidRPr="00C70C27" w:rsidRDefault="00D27D98" w:rsidP="006B3B87">
            <w:pPr>
              <w:rPr>
                <w:rFonts w:ascii="Arial Black" w:hAnsi="Arial Black"/>
                <w:color w:val="0070C0"/>
              </w:rPr>
            </w:pPr>
            <w:r w:rsidRPr="00D27D98">
              <w:rPr>
                <w:rFonts w:ascii="Arial Black" w:hAnsi="Arial Black"/>
                <w:color w:val="0070C0"/>
              </w:rPr>
              <w:t>galanterie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93</w:t>
            </w:r>
          </w:p>
        </w:tc>
        <w:tc>
          <w:tcPr>
            <w:tcW w:w="3634" w:type="dxa"/>
          </w:tcPr>
          <w:p w:rsidR="009A19E6" w:rsidRPr="00C70C27" w:rsidRDefault="00524F69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courtoisie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69</w:t>
            </w:r>
          </w:p>
        </w:tc>
        <w:tc>
          <w:tcPr>
            <w:tcW w:w="3390" w:type="dxa"/>
          </w:tcPr>
          <w:p w:rsidR="009A19E6" w:rsidRPr="00C70C27" w:rsidRDefault="00A9291F" w:rsidP="006B3B87">
            <w:pPr>
              <w:rPr>
                <w:rFonts w:ascii="Arial Black" w:hAnsi="Arial Black"/>
                <w:color w:val="0070C0"/>
              </w:rPr>
            </w:pPr>
            <w:r w:rsidRPr="00A9291F">
              <w:rPr>
                <w:rFonts w:ascii="Arial Black" w:hAnsi="Arial Black"/>
                <w:color w:val="0070C0"/>
              </w:rPr>
              <w:t>solidarité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94</w:t>
            </w:r>
          </w:p>
        </w:tc>
        <w:tc>
          <w:tcPr>
            <w:tcW w:w="3634" w:type="dxa"/>
          </w:tcPr>
          <w:p w:rsidR="009A19E6" w:rsidRPr="00C70C27" w:rsidRDefault="00707ABE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collaboration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70</w:t>
            </w:r>
          </w:p>
        </w:tc>
        <w:tc>
          <w:tcPr>
            <w:tcW w:w="3390" w:type="dxa"/>
          </w:tcPr>
          <w:p w:rsidR="009A19E6" w:rsidRPr="00C70C27" w:rsidRDefault="00A9291F" w:rsidP="006B3B87">
            <w:pPr>
              <w:rPr>
                <w:rFonts w:ascii="Arial Black" w:hAnsi="Arial Black"/>
                <w:color w:val="0070C0"/>
              </w:rPr>
            </w:pPr>
            <w:r w:rsidRPr="00A9291F">
              <w:rPr>
                <w:rFonts w:ascii="Arial Black" w:hAnsi="Arial Black"/>
                <w:color w:val="0070C0"/>
              </w:rPr>
              <w:t>partenariat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95</w:t>
            </w:r>
          </w:p>
        </w:tc>
        <w:tc>
          <w:tcPr>
            <w:tcW w:w="3634" w:type="dxa"/>
          </w:tcPr>
          <w:p w:rsidR="009A19E6" w:rsidRPr="00C70C27" w:rsidRDefault="0037738E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initiative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71</w:t>
            </w:r>
          </w:p>
        </w:tc>
        <w:tc>
          <w:tcPr>
            <w:tcW w:w="3390" w:type="dxa"/>
          </w:tcPr>
          <w:p w:rsidR="009A19E6" w:rsidRPr="00C70C27" w:rsidRDefault="00A16612" w:rsidP="006B3B87">
            <w:pPr>
              <w:rPr>
                <w:rFonts w:ascii="Arial Black" w:hAnsi="Arial Black"/>
                <w:color w:val="0070C0"/>
              </w:rPr>
            </w:pPr>
            <w:r w:rsidRPr="00A16612">
              <w:rPr>
                <w:rFonts w:ascii="Arial Black" w:hAnsi="Arial Black"/>
                <w:color w:val="0070C0"/>
              </w:rPr>
              <w:t>concours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96</w:t>
            </w:r>
          </w:p>
        </w:tc>
        <w:tc>
          <w:tcPr>
            <w:tcW w:w="3634" w:type="dxa"/>
          </w:tcPr>
          <w:p w:rsidR="009A19E6" w:rsidRPr="00C70C27" w:rsidRDefault="0037738E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contribution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72</w:t>
            </w:r>
          </w:p>
        </w:tc>
        <w:tc>
          <w:tcPr>
            <w:tcW w:w="3390" w:type="dxa"/>
          </w:tcPr>
          <w:p w:rsidR="009A19E6" w:rsidRPr="00C70C27" w:rsidRDefault="00EB01F0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innovation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97</w:t>
            </w:r>
          </w:p>
        </w:tc>
        <w:tc>
          <w:tcPr>
            <w:tcW w:w="3634" w:type="dxa"/>
          </w:tcPr>
          <w:p w:rsidR="009A19E6" w:rsidRPr="00C70C27" w:rsidRDefault="006639B2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nouveauté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73</w:t>
            </w:r>
          </w:p>
        </w:tc>
        <w:tc>
          <w:tcPr>
            <w:tcW w:w="3390" w:type="dxa"/>
          </w:tcPr>
          <w:p w:rsidR="009A19E6" w:rsidRPr="00C70C27" w:rsidRDefault="00EB7AFE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humilité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98</w:t>
            </w:r>
          </w:p>
        </w:tc>
        <w:tc>
          <w:tcPr>
            <w:tcW w:w="3634" w:type="dxa"/>
          </w:tcPr>
          <w:p w:rsidR="009A19E6" w:rsidRPr="00C70C27" w:rsidRDefault="001B31DB" w:rsidP="006B3B87">
            <w:pPr>
              <w:rPr>
                <w:rFonts w:ascii="Arial Black" w:hAnsi="Arial Black"/>
                <w:color w:val="0070C0"/>
              </w:rPr>
            </w:pPr>
            <w:r w:rsidRPr="001B31DB">
              <w:rPr>
                <w:rFonts w:ascii="Arial Black" w:hAnsi="Arial Black"/>
                <w:color w:val="0070C0"/>
              </w:rPr>
              <w:t>réserve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74</w:t>
            </w:r>
          </w:p>
        </w:tc>
        <w:tc>
          <w:tcPr>
            <w:tcW w:w="3390" w:type="dxa"/>
          </w:tcPr>
          <w:p w:rsidR="009A19E6" w:rsidRPr="00C70C27" w:rsidRDefault="00A134AC" w:rsidP="006B3B87">
            <w:pPr>
              <w:rPr>
                <w:rFonts w:ascii="Arial Black" w:hAnsi="Arial Black"/>
                <w:color w:val="0070C0"/>
              </w:rPr>
            </w:pPr>
            <w:r w:rsidRPr="00A134AC">
              <w:rPr>
                <w:rFonts w:ascii="Arial Black" w:hAnsi="Arial Black"/>
                <w:color w:val="0070C0"/>
              </w:rPr>
              <w:t>hardiesse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99</w:t>
            </w:r>
          </w:p>
        </w:tc>
        <w:tc>
          <w:tcPr>
            <w:tcW w:w="3634" w:type="dxa"/>
          </w:tcPr>
          <w:p w:rsidR="009A19E6" w:rsidRPr="00C70C27" w:rsidRDefault="006639B2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curiosité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75</w:t>
            </w:r>
          </w:p>
        </w:tc>
        <w:tc>
          <w:tcPr>
            <w:tcW w:w="3390" w:type="dxa"/>
          </w:tcPr>
          <w:p w:rsidR="009A19E6" w:rsidRPr="00C70C27" w:rsidRDefault="00A134AC" w:rsidP="006B3B87">
            <w:pPr>
              <w:rPr>
                <w:rFonts w:ascii="Arial Black" w:hAnsi="Arial Black"/>
                <w:color w:val="0070C0"/>
              </w:rPr>
            </w:pPr>
            <w:r w:rsidRPr="00A134AC">
              <w:rPr>
                <w:rFonts w:ascii="Arial Black" w:hAnsi="Arial Black"/>
                <w:color w:val="0070C0"/>
              </w:rPr>
              <w:t>franchise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100</w:t>
            </w:r>
          </w:p>
        </w:tc>
        <w:tc>
          <w:tcPr>
            <w:tcW w:w="3634" w:type="dxa"/>
          </w:tcPr>
          <w:p w:rsidR="009A19E6" w:rsidRPr="00C70C27" w:rsidRDefault="00AB5E11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loyauté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76</w:t>
            </w:r>
          </w:p>
        </w:tc>
        <w:tc>
          <w:tcPr>
            <w:tcW w:w="3390" w:type="dxa"/>
          </w:tcPr>
          <w:p w:rsidR="009A19E6" w:rsidRPr="00C70C27" w:rsidRDefault="00FE093F" w:rsidP="006B3B87">
            <w:pPr>
              <w:rPr>
                <w:rFonts w:ascii="Arial Black" w:hAnsi="Arial Black"/>
                <w:color w:val="0070C0"/>
              </w:rPr>
            </w:pPr>
            <w:r w:rsidRPr="00FE093F">
              <w:rPr>
                <w:rFonts w:ascii="Arial Black" w:hAnsi="Arial Black"/>
                <w:color w:val="0070C0"/>
              </w:rPr>
              <w:t>application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101</w:t>
            </w:r>
          </w:p>
        </w:tc>
        <w:tc>
          <w:tcPr>
            <w:tcW w:w="3634" w:type="dxa"/>
          </w:tcPr>
          <w:p w:rsidR="009A19E6" w:rsidRPr="00C70C27" w:rsidRDefault="00F275C6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assiduité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77</w:t>
            </w:r>
          </w:p>
        </w:tc>
        <w:tc>
          <w:tcPr>
            <w:tcW w:w="3390" w:type="dxa"/>
          </w:tcPr>
          <w:p w:rsidR="009A19E6" w:rsidRPr="00C70C27" w:rsidRDefault="0019593B" w:rsidP="006B3B87">
            <w:pPr>
              <w:rPr>
                <w:rFonts w:ascii="Arial Black" w:hAnsi="Arial Black"/>
                <w:color w:val="0070C0"/>
              </w:rPr>
            </w:pPr>
            <w:r w:rsidRPr="0019593B">
              <w:rPr>
                <w:rFonts w:ascii="Arial Black" w:hAnsi="Arial Black"/>
                <w:color w:val="0070C0"/>
              </w:rPr>
              <w:t>minutie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102</w:t>
            </w:r>
          </w:p>
        </w:tc>
        <w:tc>
          <w:tcPr>
            <w:tcW w:w="3634" w:type="dxa"/>
          </w:tcPr>
          <w:p w:rsidR="009A19E6" w:rsidRPr="00C70C27" w:rsidRDefault="00F275C6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ponctualité</w:t>
            </w:r>
          </w:p>
        </w:tc>
      </w:tr>
      <w:tr w:rsidR="009A19E6" w:rsidTr="00355F9D">
        <w:tc>
          <w:tcPr>
            <w:tcW w:w="1382" w:type="dxa"/>
          </w:tcPr>
          <w:p w:rsid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78</w:t>
            </w:r>
          </w:p>
        </w:tc>
        <w:tc>
          <w:tcPr>
            <w:tcW w:w="3390" w:type="dxa"/>
          </w:tcPr>
          <w:p w:rsidR="009A19E6" w:rsidRPr="00C70C27" w:rsidRDefault="00BF0D3C" w:rsidP="006B3B87">
            <w:pPr>
              <w:rPr>
                <w:rFonts w:ascii="Arial Black" w:hAnsi="Arial Black"/>
                <w:color w:val="0070C0"/>
              </w:rPr>
            </w:pPr>
            <w:r w:rsidRPr="00BF0D3C">
              <w:rPr>
                <w:rFonts w:ascii="Arial Black" w:hAnsi="Arial Black"/>
                <w:color w:val="0070C0"/>
              </w:rPr>
              <w:t>habileté</w:t>
            </w:r>
          </w:p>
        </w:tc>
        <w:tc>
          <w:tcPr>
            <w:tcW w:w="1170" w:type="dxa"/>
          </w:tcPr>
          <w:p w:rsidR="009A19E6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103</w:t>
            </w:r>
          </w:p>
        </w:tc>
        <w:tc>
          <w:tcPr>
            <w:tcW w:w="3634" w:type="dxa"/>
          </w:tcPr>
          <w:p w:rsidR="009A19E6" w:rsidRPr="00C70C27" w:rsidRDefault="00F275C6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finesse</w:t>
            </w:r>
          </w:p>
        </w:tc>
      </w:tr>
      <w:tr w:rsidR="00F56D97" w:rsidTr="00355F9D">
        <w:tc>
          <w:tcPr>
            <w:tcW w:w="1382" w:type="dxa"/>
          </w:tcPr>
          <w:p w:rsidR="00F56D97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79</w:t>
            </w:r>
          </w:p>
        </w:tc>
        <w:tc>
          <w:tcPr>
            <w:tcW w:w="3390" w:type="dxa"/>
          </w:tcPr>
          <w:p w:rsidR="00F56D97" w:rsidRPr="00C70C27" w:rsidRDefault="00E85288" w:rsidP="006B3B87">
            <w:pPr>
              <w:rPr>
                <w:rFonts w:ascii="Arial Black" w:hAnsi="Arial Black"/>
                <w:color w:val="0070C0"/>
              </w:rPr>
            </w:pPr>
            <w:r w:rsidRPr="00E85288">
              <w:rPr>
                <w:rFonts w:ascii="Arial Black" w:hAnsi="Arial Black"/>
                <w:color w:val="0070C0"/>
              </w:rPr>
              <w:t>acharnement</w:t>
            </w:r>
          </w:p>
        </w:tc>
        <w:tc>
          <w:tcPr>
            <w:tcW w:w="1170" w:type="dxa"/>
          </w:tcPr>
          <w:p w:rsidR="00F56D97" w:rsidRPr="009A19E6" w:rsidRDefault="00AC3D64" w:rsidP="006B3B8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104</w:t>
            </w:r>
          </w:p>
        </w:tc>
        <w:tc>
          <w:tcPr>
            <w:tcW w:w="3634" w:type="dxa"/>
          </w:tcPr>
          <w:p w:rsidR="00F56D97" w:rsidRPr="00C70C27" w:rsidRDefault="00F275C6" w:rsidP="006B3B87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persévérance</w:t>
            </w:r>
          </w:p>
        </w:tc>
      </w:tr>
      <w:tr w:rsidR="002C705C" w:rsidTr="00355F9D">
        <w:tc>
          <w:tcPr>
            <w:tcW w:w="1382" w:type="dxa"/>
          </w:tcPr>
          <w:p w:rsidR="002C705C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80</w:t>
            </w:r>
          </w:p>
        </w:tc>
        <w:tc>
          <w:tcPr>
            <w:tcW w:w="3390" w:type="dxa"/>
          </w:tcPr>
          <w:p w:rsidR="002C705C" w:rsidRPr="00C70C27" w:rsidRDefault="000C1F80" w:rsidP="002C705C">
            <w:pPr>
              <w:rPr>
                <w:rFonts w:ascii="Arial Black" w:hAnsi="Arial Black"/>
                <w:color w:val="0070C0"/>
              </w:rPr>
            </w:pPr>
            <w:r w:rsidRPr="000C1F80">
              <w:rPr>
                <w:rFonts w:ascii="Arial Black" w:hAnsi="Arial Black"/>
                <w:color w:val="0070C0"/>
              </w:rPr>
              <w:t>précision</w:t>
            </w:r>
          </w:p>
        </w:tc>
        <w:tc>
          <w:tcPr>
            <w:tcW w:w="1170" w:type="dxa"/>
          </w:tcPr>
          <w:p w:rsidR="002C705C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105</w:t>
            </w:r>
          </w:p>
        </w:tc>
        <w:tc>
          <w:tcPr>
            <w:tcW w:w="3634" w:type="dxa"/>
          </w:tcPr>
          <w:p w:rsidR="002C705C" w:rsidRPr="00C70C27" w:rsidRDefault="00F275C6" w:rsidP="002C705C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détermination</w:t>
            </w:r>
          </w:p>
        </w:tc>
      </w:tr>
      <w:tr w:rsidR="002C705C" w:rsidTr="00355F9D">
        <w:tc>
          <w:tcPr>
            <w:tcW w:w="1382" w:type="dxa"/>
          </w:tcPr>
          <w:p w:rsidR="002C705C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81</w:t>
            </w:r>
          </w:p>
        </w:tc>
        <w:tc>
          <w:tcPr>
            <w:tcW w:w="3390" w:type="dxa"/>
          </w:tcPr>
          <w:p w:rsidR="002C705C" w:rsidRPr="00C70C27" w:rsidRDefault="00C74F2F" w:rsidP="002C705C">
            <w:pPr>
              <w:rPr>
                <w:rFonts w:ascii="Arial Black" w:hAnsi="Arial Black"/>
                <w:color w:val="0070C0"/>
              </w:rPr>
            </w:pPr>
            <w:r w:rsidRPr="00C74F2F">
              <w:rPr>
                <w:rFonts w:ascii="Arial Black" w:hAnsi="Arial Black"/>
                <w:color w:val="0070C0"/>
              </w:rPr>
              <w:t>constance</w:t>
            </w:r>
          </w:p>
        </w:tc>
        <w:tc>
          <w:tcPr>
            <w:tcW w:w="1170" w:type="dxa"/>
          </w:tcPr>
          <w:p w:rsidR="002C705C" w:rsidRPr="009A19E6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106</w:t>
            </w:r>
          </w:p>
        </w:tc>
        <w:tc>
          <w:tcPr>
            <w:tcW w:w="3634" w:type="dxa"/>
          </w:tcPr>
          <w:p w:rsidR="002C705C" w:rsidRPr="00C70C27" w:rsidRDefault="006B4A0F" w:rsidP="002C705C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patience</w:t>
            </w:r>
          </w:p>
        </w:tc>
      </w:tr>
      <w:tr w:rsidR="002C705C" w:rsidTr="00355F9D">
        <w:tc>
          <w:tcPr>
            <w:tcW w:w="1382" w:type="dxa"/>
          </w:tcPr>
          <w:p w:rsidR="002C705C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82</w:t>
            </w:r>
          </w:p>
        </w:tc>
        <w:tc>
          <w:tcPr>
            <w:tcW w:w="3390" w:type="dxa"/>
          </w:tcPr>
          <w:p w:rsidR="002C705C" w:rsidRPr="00C70C27" w:rsidRDefault="002815C7" w:rsidP="002C705C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style</w:t>
            </w:r>
          </w:p>
        </w:tc>
        <w:tc>
          <w:tcPr>
            <w:tcW w:w="1170" w:type="dxa"/>
          </w:tcPr>
          <w:p w:rsidR="002C705C" w:rsidRPr="009A19E6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107</w:t>
            </w:r>
          </w:p>
        </w:tc>
        <w:tc>
          <w:tcPr>
            <w:tcW w:w="3634" w:type="dxa"/>
          </w:tcPr>
          <w:p w:rsidR="002C705C" w:rsidRPr="00C70C27" w:rsidRDefault="006B40EC" w:rsidP="002C705C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originalité</w:t>
            </w:r>
          </w:p>
        </w:tc>
      </w:tr>
      <w:tr w:rsidR="002C705C" w:rsidTr="00355F9D">
        <w:tc>
          <w:tcPr>
            <w:tcW w:w="1382" w:type="dxa"/>
          </w:tcPr>
          <w:p w:rsidR="002C705C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83</w:t>
            </w:r>
          </w:p>
        </w:tc>
        <w:tc>
          <w:tcPr>
            <w:tcW w:w="3390" w:type="dxa"/>
          </w:tcPr>
          <w:p w:rsidR="002C705C" w:rsidRPr="00C70C27" w:rsidRDefault="00FD76CC" w:rsidP="002C705C">
            <w:pPr>
              <w:rPr>
                <w:rFonts w:ascii="Arial Black" w:hAnsi="Arial Black"/>
                <w:color w:val="0070C0"/>
              </w:rPr>
            </w:pPr>
            <w:r w:rsidRPr="00FD76CC">
              <w:rPr>
                <w:rFonts w:ascii="Arial Black" w:hAnsi="Arial Black"/>
                <w:color w:val="0070C0"/>
              </w:rPr>
              <w:t>galanterie</w:t>
            </w:r>
          </w:p>
        </w:tc>
        <w:tc>
          <w:tcPr>
            <w:tcW w:w="1170" w:type="dxa"/>
          </w:tcPr>
          <w:p w:rsidR="002C705C" w:rsidRPr="009A19E6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108</w:t>
            </w:r>
          </w:p>
        </w:tc>
        <w:tc>
          <w:tcPr>
            <w:tcW w:w="3634" w:type="dxa"/>
          </w:tcPr>
          <w:p w:rsidR="002C705C" w:rsidRPr="00C70C27" w:rsidRDefault="00F36F6D" w:rsidP="002C705C">
            <w:pPr>
              <w:rPr>
                <w:rFonts w:ascii="Arial Black" w:hAnsi="Arial Black"/>
                <w:color w:val="0070C0"/>
              </w:rPr>
            </w:pPr>
            <w:r w:rsidRPr="00F36F6D">
              <w:rPr>
                <w:rFonts w:ascii="Arial Black" w:hAnsi="Arial Black"/>
                <w:color w:val="0070C0"/>
              </w:rPr>
              <w:t>sociabilité</w:t>
            </w:r>
          </w:p>
        </w:tc>
      </w:tr>
      <w:tr w:rsidR="002C705C" w:rsidTr="00355F9D">
        <w:tc>
          <w:tcPr>
            <w:tcW w:w="1382" w:type="dxa"/>
          </w:tcPr>
          <w:p w:rsidR="002C705C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84</w:t>
            </w:r>
          </w:p>
        </w:tc>
        <w:tc>
          <w:tcPr>
            <w:tcW w:w="3390" w:type="dxa"/>
          </w:tcPr>
          <w:p w:rsidR="002C705C" w:rsidRPr="00C70C27" w:rsidRDefault="00FD76CC" w:rsidP="002C705C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sagesse</w:t>
            </w:r>
          </w:p>
        </w:tc>
        <w:tc>
          <w:tcPr>
            <w:tcW w:w="1170" w:type="dxa"/>
          </w:tcPr>
          <w:p w:rsidR="002C705C" w:rsidRPr="009A19E6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109</w:t>
            </w:r>
          </w:p>
        </w:tc>
        <w:tc>
          <w:tcPr>
            <w:tcW w:w="3634" w:type="dxa"/>
          </w:tcPr>
          <w:p w:rsidR="002C705C" w:rsidRPr="00C70C27" w:rsidRDefault="009D1A64" w:rsidP="002C705C">
            <w:pPr>
              <w:rPr>
                <w:rFonts w:ascii="Arial Black" w:hAnsi="Arial Black"/>
                <w:color w:val="0070C0"/>
              </w:rPr>
            </w:pPr>
            <w:r w:rsidRPr="009D1A64">
              <w:rPr>
                <w:rFonts w:ascii="Arial Black" w:hAnsi="Arial Black"/>
                <w:color w:val="0070C0"/>
              </w:rPr>
              <w:t>égalité d'humeur</w:t>
            </w:r>
          </w:p>
        </w:tc>
      </w:tr>
      <w:tr w:rsidR="002C705C" w:rsidTr="00355F9D">
        <w:tc>
          <w:tcPr>
            <w:tcW w:w="1382" w:type="dxa"/>
          </w:tcPr>
          <w:p w:rsidR="002C705C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85</w:t>
            </w:r>
          </w:p>
        </w:tc>
        <w:tc>
          <w:tcPr>
            <w:tcW w:w="3390" w:type="dxa"/>
          </w:tcPr>
          <w:p w:rsidR="002C705C" w:rsidRPr="00C70C27" w:rsidRDefault="00090F89" w:rsidP="002C705C">
            <w:pPr>
              <w:rPr>
                <w:rFonts w:ascii="Arial Black" w:hAnsi="Arial Black"/>
                <w:color w:val="0070C0"/>
              </w:rPr>
            </w:pPr>
            <w:r w:rsidRPr="00090F89">
              <w:rPr>
                <w:rFonts w:ascii="Arial Black" w:hAnsi="Arial Black"/>
                <w:color w:val="0070C0"/>
              </w:rPr>
              <w:t>retenue</w:t>
            </w:r>
          </w:p>
        </w:tc>
        <w:tc>
          <w:tcPr>
            <w:tcW w:w="1170" w:type="dxa"/>
          </w:tcPr>
          <w:p w:rsidR="002C705C" w:rsidRPr="009A19E6" w:rsidRDefault="00AC3D64" w:rsidP="002C705C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110</w:t>
            </w:r>
          </w:p>
        </w:tc>
        <w:tc>
          <w:tcPr>
            <w:tcW w:w="3634" w:type="dxa"/>
          </w:tcPr>
          <w:p w:rsidR="002C705C" w:rsidRPr="00C70C27" w:rsidRDefault="009D1A64" w:rsidP="002C705C">
            <w:pPr>
              <w:rPr>
                <w:rFonts w:ascii="Arial Black" w:hAnsi="Arial Black"/>
                <w:color w:val="0070C0"/>
              </w:rPr>
            </w:pPr>
            <w:r>
              <w:rPr>
                <w:rFonts w:ascii="Arial Black" w:hAnsi="Arial Black"/>
                <w:color w:val="0070C0"/>
              </w:rPr>
              <w:t>pondération</w:t>
            </w:r>
          </w:p>
        </w:tc>
      </w:tr>
      <w:tr w:rsidR="00C518B7" w:rsidTr="00355F9D">
        <w:tc>
          <w:tcPr>
            <w:tcW w:w="1382" w:type="dxa"/>
          </w:tcPr>
          <w:p w:rsidR="00C518B7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86</w:t>
            </w:r>
          </w:p>
        </w:tc>
        <w:tc>
          <w:tcPr>
            <w:tcW w:w="3390" w:type="dxa"/>
          </w:tcPr>
          <w:p w:rsidR="00C518B7" w:rsidRPr="00C70C27" w:rsidRDefault="00090F89" w:rsidP="00C518B7">
            <w:pPr>
              <w:rPr>
                <w:rFonts w:ascii="Arial Black" w:hAnsi="Arial Black"/>
                <w:color w:val="0070C0"/>
              </w:rPr>
            </w:pPr>
            <w:r w:rsidRPr="00090F89">
              <w:rPr>
                <w:rFonts w:ascii="Arial Black" w:hAnsi="Arial Black"/>
                <w:color w:val="0070C0"/>
              </w:rPr>
              <w:t>tact</w:t>
            </w:r>
          </w:p>
        </w:tc>
        <w:tc>
          <w:tcPr>
            <w:tcW w:w="1170" w:type="dxa"/>
          </w:tcPr>
          <w:p w:rsidR="00C518B7" w:rsidRPr="009A19E6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111</w:t>
            </w:r>
          </w:p>
        </w:tc>
        <w:tc>
          <w:tcPr>
            <w:tcW w:w="3634" w:type="dxa"/>
          </w:tcPr>
          <w:p w:rsidR="00C518B7" w:rsidRPr="00C70C27" w:rsidRDefault="00366F41" w:rsidP="00C518B7">
            <w:pPr>
              <w:rPr>
                <w:rFonts w:ascii="Arial Black" w:hAnsi="Arial Black"/>
                <w:color w:val="0070C0"/>
              </w:rPr>
            </w:pPr>
            <w:r w:rsidRPr="00366F41">
              <w:rPr>
                <w:rFonts w:ascii="Arial Black" w:hAnsi="Arial Black"/>
                <w:color w:val="0070C0"/>
              </w:rPr>
              <w:t>bienséance</w:t>
            </w:r>
          </w:p>
        </w:tc>
      </w:tr>
      <w:tr w:rsidR="00C518B7" w:rsidTr="00355F9D">
        <w:tc>
          <w:tcPr>
            <w:tcW w:w="1382" w:type="dxa"/>
          </w:tcPr>
          <w:p w:rsidR="00C518B7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86</w:t>
            </w:r>
          </w:p>
        </w:tc>
        <w:tc>
          <w:tcPr>
            <w:tcW w:w="3390" w:type="dxa"/>
          </w:tcPr>
          <w:p w:rsidR="00C518B7" w:rsidRPr="00C70C27" w:rsidRDefault="00090F89" w:rsidP="00C518B7">
            <w:pPr>
              <w:rPr>
                <w:rFonts w:ascii="Arial Black" w:hAnsi="Arial Black"/>
                <w:color w:val="0070C0"/>
              </w:rPr>
            </w:pPr>
            <w:r w:rsidRPr="00090F89">
              <w:rPr>
                <w:rFonts w:ascii="Arial Black" w:hAnsi="Arial Black"/>
                <w:color w:val="0070C0"/>
              </w:rPr>
              <w:t>sensibilité</w:t>
            </w:r>
          </w:p>
        </w:tc>
        <w:tc>
          <w:tcPr>
            <w:tcW w:w="1170" w:type="dxa"/>
          </w:tcPr>
          <w:p w:rsidR="00C518B7" w:rsidRPr="009A19E6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112</w:t>
            </w:r>
          </w:p>
        </w:tc>
        <w:tc>
          <w:tcPr>
            <w:tcW w:w="3634" w:type="dxa"/>
          </w:tcPr>
          <w:p w:rsidR="00C518B7" w:rsidRPr="00C70C27" w:rsidRDefault="00E42FCC" w:rsidP="00C518B7">
            <w:pPr>
              <w:rPr>
                <w:rFonts w:ascii="Arial Black" w:hAnsi="Arial Black"/>
                <w:color w:val="0070C0"/>
              </w:rPr>
            </w:pPr>
            <w:r w:rsidRPr="00E42FCC">
              <w:rPr>
                <w:rFonts w:ascii="Arial Black" w:hAnsi="Arial Black"/>
                <w:color w:val="0070C0"/>
              </w:rPr>
              <w:t>délicatesse</w:t>
            </w:r>
          </w:p>
        </w:tc>
      </w:tr>
      <w:tr w:rsidR="00C518B7" w:rsidTr="00355F9D">
        <w:tc>
          <w:tcPr>
            <w:tcW w:w="1382" w:type="dxa"/>
          </w:tcPr>
          <w:p w:rsidR="00C518B7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87</w:t>
            </w:r>
          </w:p>
        </w:tc>
        <w:tc>
          <w:tcPr>
            <w:tcW w:w="3390" w:type="dxa"/>
          </w:tcPr>
          <w:p w:rsidR="00C518B7" w:rsidRPr="00C70C27" w:rsidRDefault="00261590" w:rsidP="00C518B7">
            <w:pPr>
              <w:rPr>
                <w:rFonts w:ascii="Arial Black" w:hAnsi="Arial Black"/>
                <w:color w:val="0070C0"/>
              </w:rPr>
            </w:pPr>
            <w:r w:rsidRPr="00261590">
              <w:rPr>
                <w:rFonts w:ascii="Arial Black" w:hAnsi="Arial Black"/>
                <w:color w:val="0070C0"/>
              </w:rPr>
              <w:t>détermination</w:t>
            </w:r>
          </w:p>
        </w:tc>
        <w:tc>
          <w:tcPr>
            <w:tcW w:w="1170" w:type="dxa"/>
          </w:tcPr>
          <w:p w:rsidR="00C518B7" w:rsidRPr="009A19E6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113</w:t>
            </w:r>
          </w:p>
        </w:tc>
        <w:tc>
          <w:tcPr>
            <w:tcW w:w="3634" w:type="dxa"/>
          </w:tcPr>
          <w:p w:rsidR="00C518B7" w:rsidRPr="00C70C27" w:rsidRDefault="002B3E23" w:rsidP="00C518B7">
            <w:pPr>
              <w:rPr>
                <w:rFonts w:ascii="Arial Black" w:hAnsi="Arial Black"/>
                <w:color w:val="0070C0"/>
              </w:rPr>
            </w:pPr>
            <w:r w:rsidRPr="002B3E23">
              <w:rPr>
                <w:rFonts w:ascii="Arial Black" w:hAnsi="Arial Black"/>
                <w:color w:val="0070C0"/>
              </w:rPr>
              <w:t>maîtrise</w:t>
            </w:r>
          </w:p>
        </w:tc>
      </w:tr>
      <w:tr w:rsidR="00C518B7" w:rsidTr="00355F9D">
        <w:tc>
          <w:tcPr>
            <w:tcW w:w="1382" w:type="dxa"/>
          </w:tcPr>
          <w:p w:rsidR="00C518B7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88</w:t>
            </w:r>
          </w:p>
        </w:tc>
        <w:tc>
          <w:tcPr>
            <w:tcW w:w="3390" w:type="dxa"/>
          </w:tcPr>
          <w:p w:rsidR="00C518B7" w:rsidRPr="00C70C27" w:rsidRDefault="00261590" w:rsidP="00C518B7">
            <w:pPr>
              <w:rPr>
                <w:rFonts w:ascii="Arial Black" w:hAnsi="Arial Black"/>
                <w:color w:val="0070C0"/>
              </w:rPr>
            </w:pPr>
            <w:r w:rsidRPr="00261590">
              <w:rPr>
                <w:rFonts w:ascii="Arial Black" w:hAnsi="Arial Black"/>
                <w:color w:val="0070C0"/>
              </w:rPr>
              <w:t>volonté</w:t>
            </w:r>
          </w:p>
        </w:tc>
        <w:tc>
          <w:tcPr>
            <w:tcW w:w="1170" w:type="dxa"/>
          </w:tcPr>
          <w:p w:rsidR="00C518B7" w:rsidRPr="009A19E6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114</w:t>
            </w:r>
          </w:p>
        </w:tc>
        <w:tc>
          <w:tcPr>
            <w:tcW w:w="3634" w:type="dxa"/>
          </w:tcPr>
          <w:p w:rsidR="00C518B7" w:rsidRPr="00C70C27" w:rsidRDefault="00B51725" w:rsidP="00C518B7">
            <w:pPr>
              <w:rPr>
                <w:rFonts w:ascii="Arial Black" w:hAnsi="Arial Black"/>
                <w:color w:val="0070C0"/>
              </w:rPr>
            </w:pPr>
            <w:r w:rsidRPr="00B51725">
              <w:rPr>
                <w:rFonts w:ascii="Arial Black" w:hAnsi="Arial Black"/>
                <w:color w:val="0070C0"/>
              </w:rPr>
              <w:t>sang-froid</w:t>
            </w:r>
          </w:p>
        </w:tc>
      </w:tr>
      <w:tr w:rsidR="00C518B7" w:rsidTr="00355F9D">
        <w:tc>
          <w:tcPr>
            <w:tcW w:w="1382" w:type="dxa"/>
          </w:tcPr>
          <w:p w:rsidR="00C518B7" w:rsidRDefault="00C518B7" w:rsidP="00C518B7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89</w:t>
            </w:r>
          </w:p>
        </w:tc>
        <w:tc>
          <w:tcPr>
            <w:tcW w:w="3390" w:type="dxa"/>
          </w:tcPr>
          <w:p w:rsidR="00C518B7" w:rsidRPr="00C70C27" w:rsidRDefault="00261590" w:rsidP="00C518B7">
            <w:pPr>
              <w:rPr>
                <w:rFonts w:ascii="Arial Black" w:hAnsi="Arial Black"/>
                <w:color w:val="0070C0"/>
              </w:rPr>
            </w:pPr>
            <w:r w:rsidRPr="00261590">
              <w:rPr>
                <w:rFonts w:ascii="Arial Black" w:hAnsi="Arial Black"/>
                <w:color w:val="0070C0"/>
              </w:rPr>
              <w:t>courage</w:t>
            </w:r>
          </w:p>
        </w:tc>
        <w:tc>
          <w:tcPr>
            <w:tcW w:w="1170" w:type="dxa"/>
          </w:tcPr>
          <w:p w:rsidR="00C518B7" w:rsidRPr="009A19E6" w:rsidRDefault="00C518B7" w:rsidP="00C518B7">
            <w:pPr>
              <w:rPr>
                <w:rFonts w:ascii="Arial Black" w:hAnsi="Arial Black"/>
              </w:rPr>
            </w:pPr>
          </w:p>
        </w:tc>
        <w:tc>
          <w:tcPr>
            <w:tcW w:w="3634" w:type="dxa"/>
          </w:tcPr>
          <w:p w:rsidR="00C518B7" w:rsidRPr="00C70C27" w:rsidRDefault="007A4FAE" w:rsidP="00C518B7">
            <w:pPr>
              <w:rPr>
                <w:rFonts w:ascii="Arial Black" w:hAnsi="Arial Black"/>
                <w:color w:val="0070C0"/>
              </w:rPr>
            </w:pPr>
            <w:r w:rsidRPr="007A4FAE">
              <w:rPr>
                <w:rFonts w:ascii="Arial Black" w:hAnsi="Arial Black"/>
                <w:color w:val="0070C0"/>
              </w:rPr>
              <w:t>vigilance</w:t>
            </w:r>
          </w:p>
        </w:tc>
      </w:tr>
      <w:tr w:rsidR="002C705C" w:rsidTr="00355F9D">
        <w:tc>
          <w:tcPr>
            <w:tcW w:w="1382" w:type="dxa"/>
          </w:tcPr>
          <w:p w:rsidR="002C705C" w:rsidRDefault="002C705C" w:rsidP="002C705C">
            <w:pPr>
              <w:rPr>
                <w:rFonts w:ascii="Arial Black" w:hAnsi="Arial Black"/>
              </w:rPr>
            </w:pPr>
          </w:p>
        </w:tc>
        <w:tc>
          <w:tcPr>
            <w:tcW w:w="3390" w:type="dxa"/>
          </w:tcPr>
          <w:p w:rsidR="002C705C" w:rsidRPr="00C70C27" w:rsidRDefault="007A4FAE" w:rsidP="002C705C">
            <w:pPr>
              <w:rPr>
                <w:rFonts w:ascii="Arial Black" w:hAnsi="Arial Black"/>
                <w:color w:val="0070C0"/>
              </w:rPr>
            </w:pPr>
            <w:r w:rsidRPr="007A4FAE">
              <w:rPr>
                <w:rFonts w:ascii="Arial Black" w:hAnsi="Arial Black"/>
                <w:color w:val="0070C0"/>
              </w:rPr>
              <w:t>attention</w:t>
            </w:r>
          </w:p>
        </w:tc>
        <w:tc>
          <w:tcPr>
            <w:tcW w:w="1170" w:type="dxa"/>
          </w:tcPr>
          <w:p w:rsidR="002C705C" w:rsidRPr="009A19E6" w:rsidRDefault="002C705C" w:rsidP="002C705C">
            <w:pPr>
              <w:rPr>
                <w:rFonts w:ascii="Arial Black" w:hAnsi="Arial Black"/>
              </w:rPr>
            </w:pPr>
          </w:p>
        </w:tc>
        <w:tc>
          <w:tcPr>
            <w:tcW w:w="3634" w:type="dxa"/>
          </w:tcPr>
          <w:p w:rsidR="002C705C" w:rsidRPr="00C70C27" w:rsidRDefault="007A4FAE" w:rsidP="002C705C">
            <w:pPr>
              <w:rPr>
                <w:rFonts w:ascii="Arial Black" w:hAnsi="Arial Black"/>
                <w:color w:val="0070C0"/>
              </w:rPr>
            </w:pPr>
            <w:r w:rsidRPr="007A4FAE">
              <w:rPr>
                <w:rFonts w:ascii="Arial Black" w:hAnsi="Arial Black"/>
                <w:color w:val="0070C0"/>
              </w:rPr>
              <w:t>discrétion</w:t>
            </w:r>
          </w:p>
        </w:tc>
      </w:tr>
      <w:tr w:rsidR="002C705C" w:rsidTr="00355F9D">
        <w:tc>
          <w:tcPr>
            <w:tcW w:w="1382" w:type="dxa"/>
          </w:tcPr>
          <w:p w:rsidR="002C705C" w:rsidRDefault="002C705C" w:rsidP="002C705C">
            <w:pPr>
              <w:rPr>
                <w:rFonts w:ascii="Arial Black" w:hAnsi="Arial Black"/>
              </w:rPr>
            </w:pPr>
          </w:p>
        </w:tc>
        <w:tc>
          <w:tcPr>
            <w:tcW w:w="3390" w:type="dxa"/>
          </w:tcPr>
          <w:p w:rsidR="002C705C" w:rsidRPr="00C70C27" w:rsidRDefault="007A4FAE" w:rsidP="002C705C">
            <w:pPr>
              <w:rPr>
                <w:rFonts w:ascii="Arial Black" w:hAnsi="Arial Black"/>
                <w:color w:val="0070C0"/>
              </w:rPr>
            </w:pPr>
            <w:r w:rsidRPr="007A4FAE">
              <w:rPr>
                <w:rFonts w:ascii="Arial Black" w:hAnsi="Arial Black"/>
                <w:color w:val="0070C0"/>
              </w:rPr>
              <w:t>précaution</w:t>
            </w:r>
          </w:p>
        </w:tc>
        <w:tc>
          <w:tcPr>
            <w:tcW w:w="1170" w:type="dxa"/>
          </w:tcPr>
          <w:p w:rsidR="002C705C" w:rsidRPr="009A19E6" w:rsidRDefault="002C705C" w:rsidP="002C705C">
            <w:pPr>
              <w:rPr>
                <w:rFonts w:ascii="Arial Black" w:hAnsi="Arial Black"/>
              </w:rPr>
            </w:pPr>
          </w:p>
        </w:tc>
        <w:tc>
          <w:tcPr>
            <w:tcW w:w="3634" w:type="dxa"/>
          </w:tcPr>
          <w:p w:rsidR="002C705C" w:rsidRPr="00C70C27" w:rsidRDefault="007A4FAE" w:rsidP="002C705C">
            <w:pPr>
              <w:rPr>
                <w:rFonts w:ascii="Arial Black" w:hAnsi="Arial Black"/>
                <w:color w:val="0070C0"/>
              </w:rPr>
            </w:pPr>
            <w:r w:rsidRPr="007A4FAE">
              <w:rPr>
                <w:rFonts w:ascii="Arial Black" w:hAnsi="Arial Black"/>
                <w:color w:val="0070C0"/>
              </w:rPr>
              <w:t>tempérament</w:t>
            </w:r>
          </w:p>
        </w:tc>
      </w:tr>
      <w:tr w:rsidR="002C705C" w:rsidTr="00355F9D">
        <w:tc>
          <w:tcPr>
            <w:tcW w:w="1382" w:type="dxa"/>
          </w:tcPr>
          <w:p w:rsidR="002C705C" w:rsidRDefault="002C705C" w:rsidP="002C705C">
            <w:pPr>
              <w:rPr>
                <w:rFonts w:ascii="Arial Black" w:hAnsi="Arial Black"/>
              </w:rPr>
            </w:pPr>
          </w:p>
        </w:tc>
        <w:tc>
          <w:tcPr>
            <w:tcW w:w="3390" w:type="dxa"/>
          </w:tcPr>
          <w:p w:rsidR="002C705C" w:rsidRPr="00C70C27" w:rsidRDefault="002C705C" w:rsidP="002C705C">
            <w:pPr>
              <w:rPr>
                <w:rFonts w:ascii="Arial Black" w:hAnsi="Arial Black"/>
                <w:color w:val="0070C0"/>
              </w:rPr>
            </w:pPr>
          </w:p>
        </w:tc>
        <w:tc>
          <w:tcPr>
            <w:tcW w:w="1170" w:type="dxa"/>
          </w:tcPr>
          <w:p w:rsidR="002C705C" w:rsidRPr="009A19E6" w:rsidRDefault="002C705C" w:rsidP="002C705C">
            <w:pPr>
              <w:rPr>
                <w:rFonts w:ascii="Arial Black" w:hAnsi="Arial Black"/>
              </w:rPr>
            </w:pPr>
          </w:p>
        </w:tc>
        <w:tc>
          <w:tcPr>
            <w:tcW w:w="3634" w:type="dxa"/>
          </w:tcPr>
          <w:p w:rsidR="002C705C" w:rsidRPr="00C70C27" w:rsidRDefault="002C705C" w:rsidP="002C705C">
            <w:pPr>
              <w:rPr>
                <w:rFonts w:ascii="Arial Black" w:hAnsi="Arial Black"/>
                <w:color w:val="0070C0"/>
              </w:rPr>
            </w:pP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B3B87" w:rsidRPr="006B3B87" w:rsidTr="006B3B87">
        <w:tc>
          <w:tcPr>
            <w:tcW w:w="4788" w:type="dxa"/>
          </w:tcPr>
          <w:p w:rsidR="006B3B87" w:rsidRPr="006B3B87" w:rsidRDefault="0072555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FIF3</w:t>
            </w:r>
            <w:r w:rsidR="006B3B87">
              <w:rPr>
                <w:rFonts w:ascii="Arial Black" w:hAnsi="Arial Black"/>
              </w:rPr>
              <w:t>U5-01</w:t>
            </w:r>
          </w:p>
        </w:tc>
        <w:tc>
          <w:tcPr>
            <w:tcW w:w="4788" w:type="dxa"/>
          </w:tcPr>
          <w:p w:rsidR="006B3B87" w:rsidRDefault="00725552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FIF3</w:t>
            </w:r>
            <w:r w:rsidR="006B3B87">
              <w:rPr>
                <w:rFonts w:ascii="Arial Black" w:hAnsi="Arial Black"/>
              </w:rPr>
              <w:t>U5-02</w:t>
            </w:r>
          </w:p>
          <w:p w:rsidR="009B691A" w:rsidRPr="006B3B87" w:rsidRDefault="009B691A">
            <w:pPr>
              <w:rPr>
                <w:rFonts w:ascii="Arial Black" w:hAnsi="Arial Black"/>
              </w:rPr>
            </w:pPr>
          </w:p>
        </w:tc>
      </w:tr>
    </w:tbl>
    <w:p w:rsidR="00142217" w:rsidRDefault="00142217"/>
    <w:sectPr w:rsidR="00142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189" w:rsidRDefault="00200189" w:rsidP="0007354A">
      <w:pPr>
        <w:spacing w:after="0" w:line="240" w:lineRule="auto"/>
      </w:pPr>
      <w:r>
        <w:separator/>
      </w:r>
    </w:p>
  </w:endnote>
  <w:endnote w:type="continuationSeparator" w:id="0">
    <w:p w:rsidR="00200189" w:rsidRDefault="00200189" w:rsidP="00073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5A" w:rsidRDefault="0058255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54A" w:rsidRPr="0007354A" w:rsidRDefault="0007354A">
    <w:pPr>
      <w:pStyle w:val="Footer"/>
      <w:rPr>
        <w:b/>
      </w:rPr>
    </w:pPr>
    <w:r w:rsidRPr="0007354A">
      <w:rPr>
        <w:b/>
      </w:rPr>
      <w:t>C. Bigelow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5A" w:rsidRDefault="0058255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189" w:rsidRDefault="00200189" w:rsidP="0007354A">
      <w:pPr>
        <w:spacing w:after="0" w:line="240" w:lineRule="auto"/>
      </w:pPr>
      <w:r>
        <w:separator/>
      </w:r>
    </w:p>
  </w:footnote>
  <w:footnote w:type="continuationSeparator" w:id="0">
    <w:p w:rsidR="00200189" w:rsidRDefault="00200189" w:rsidP="000735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5A" w:rsidRDefault="0058255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BC3" w:rsidRDefault="009160B0">
    <w:pPr>
      <w:pStyle w:val="Header"/>
      <w:rPr>
        <w:rFonts w:ascii="Arial Black" w:hAnsi="Arial Black"/>
        <w:sz w:val="40"/>
        <w:szCs w:val="40"/>
        <w:lang w:val="fr-FR"/>
      </w:rPr>
    </w:pPr>
    <w:r w:rsidRPr="009160B0">
      <w:rPr>
        <w:rFonts w:ascii="Arial Black" w:hAnsi="Arial Black"/>
        <w:sz w:val="40"/>
        <w:szCs w:val="40"/>
        <w:lang w:val="fr-FR"/>
      </w:rPr>
      <w:t xml:space="preserve">Lettre de motivation </w:t>
    </w:r>
    <w:r w:rsidR="00BF4BC3">
      <w:rPr>
        <w:rFonts w:ascii="Arial Black" w:hAnsi="Arial Black"/>
        <w:sz w:val="40"/>
        <w:szCs w:val="40"/>
        <w:lang w:val="fr-FR"/>
      </w:rPr>
      <w:tab/>
    </w:r>
    <w:r w:rsidR="00BF4BC3">
      <w:rPr>
        <w:rFonts w:ascii="Arial Black" w:hAnsi="Arial Black"/>
        <w:sz w:val="40"/>
        <w:szCs w:val="40"/>
        <w:lang w:val="fr-FR"/>
      </w:rPr>
      <w:tab/>
    </w:r>
    <w:r w:rsidR="00BF4BC3" w:rsidRPr="00375450">
      <w:rPr>
        <w:rFonts w:ascii="Arial Black" w:hAnsi="Arial Black"/>
        <w:sz w:val="40"/>
        <w:szCs w:val="40"/>
        <w:lang w:val="fr-FR"/>
      </w:rPr>
      <w:t>11è Immersion</w:t>
    </w:r>
  </w:p>
  <w:p w:rsidR="009160B0" w:rsidRPr="00BF4BC3" w:rsidRDefault="00BF4BC3" w:rsidP="00BF4BC3">
    <w:pPr>
      <w:pStyle w:val="Header"/>
      <w:jc w:val="both"/>
      <w:rPr>
        <w:rFonts w:ascii="Trebuchet MS" w:hAnsi="Trebuchet MS"/>
        <w:sz w:val="40"/>
        <w:szCs w:val="40"/>
        <w:lang w:val="fr-FR"/>
      </w:rPr>
    </w:pPr>
    <w:r w:rsidRPr="00375450">
      <w:rPr>
        <w:rFonts w:ascii="Trebuchet MS" w:hAnsi="Trebuchet MS"/>
        <w:sz w:val="40"/>
        <w:szCs w:val="40"/>
        <w:u w:val="single"/>
        <w:lang w:val="fr-FR"/>
      </w:rPr>
      <w:t>Instructions</w:t>
    </w:r>
    <w:r w:rsidRPr="00BF4BC3">
      <w:rPr>
        <w:rFonts w:ascii="Trebuchet MS" w:hAnsi="Trebuchet MS"/>
        <w:sz w:val="40"/>
        <w:szCs w:val="40"/>
        <w:lang w:val="fr-FR"/>
      </w:rPr>
      <w:t xml:space="preserve"> : </w:t>
    </w:r>
    <w:r w:rsidR="0058255A">
      <w:rPr>
        <w:rFonts w:ascii="Trebuchet MS" w:hAnsi="Trebuchet MS"/>
        <w:sz w:val="40"/>
        <w:szCs w:val="40"/>
        <w:lang w:val="fr-FR"/>
      </w:rPr>
      <w:t xml:space="preserve">servez-vous du </w:t>
    </w:r>
    <w:hyperlink r:id="rId1" w:history="1">
      <w:r w:rsidR="0058255A" w:rsidRPr="0058255A">
        <w:rPr>
          <w:rStyle w:val="Hyperlink"/>
          <w:rFonts w:ascii="Trebuchet MS" w:hAnsi="Trebuchet MS"/>
          <w:sz w:val="40"/>
          <w:szCs w:val="40"/>
          <w:lang w:val="fr-FR"/>
        </w:rPr>
        <w:t>dictionnaire</w:t>
      </w:r>
    </w:hyperlink>
    <w:bookmarkStart w:id="0" w:name="_GoBack"/>
    <w:bookmarkEnd w:id="0"/>
    <w:r w:rsidR="0058255A">
      <w:rPr>
        <w:rFonts w:ascii="Trebuchet MS" w:hAnsi="Trebuchet MS"/>
        <w:sz w:val="40"/>
        <w:szCs w:val="40"/>
        <w:lang w:val="fr-FR"/>
      </w:rPr>
      <w:t xml:space="preserve"> </w:t>
    </w:r>
    <w:r w:rsidR="00CA0777">
      <w:rPr>
        <w:rFonts w:ascii="Trebuchet MS" w:hAnsi="Trebuchet MS"/>
        <w:sz w:val="40"/>
        <w:szCs w:val="40"/>
        <w:lang w:val="fr-FR"/>
      </w:rPr>
      <w:t xml:space="preserve">pour </w:t>
    </w:r>
    <w:r w:rsidRPr="00BF4BC3">
      <w:rPr>
        <w:rFonts w:ascii="Trebuchet MS" w:hAnsi="Trebuchet MS"/>
        <w:sz w:val="40"/>
        <w:szCs w:val="40"/>
        <w:lang w:val="fr-FR"/>
      </w:rPr>
      <w:t>crée</w:t>
    </w:r>
    <w:r w:rsidR="00CA0777">
      <w:rPr>
        <w:rFonts w:ascii="Trebuchet MS" w:hAnsi="Trebuchet MS"/>
        <w:sz w:val="40"/>
        <w:szCs w:val="40"/>
        <w:lang w:val="fr-FR"/>
      </w:rPr>
      <w:t>r</w:t>
    </w:r>
    <w:r w:rsidRPr="00BF4BC3">
      <w:rPr>
        <w:rFonts w:ascii="Trebuchet MS" w:hAnsi="Trebuchet MS"/>
        <w:sz w:val="40"/>
        <w:szCs w:val="40"/>
        <w:lang w:val="fr-FR"/>
      </w:rPr>
      <w:t xml:space="preserve"> une </w:t>
    </w:r>
    <w:hyperlink r:id="rId2" w:history="1">
      <w:r w:rsidRPr="00375450">
        <w:rPr>
          <w:rStyle w:val="Hyperlink"/>
          <w:rFonts w:ascii="Trebuchet MS" w:hAnsi="Trebuchet MS"/>
          <w:sz w:val="40"/>
          <w:szCs w:val="40"/>
          <w:lang w:val="fr-FR"/>
        </w:rPr>
        <w:t>f</w:t>
      </w:r>
      <w:r w:rsidR="009160B0" w:rsidRPr="00375450">
        <w:rPr>
          <w:rStyle w:val="Hyperlink"/>
          <w:rFonts w:ascii="Trebuchet MS" w:hAnsi="Trebuchet MS"/>
          <w:sz w:val="40"/>
          <w:szCs w:val="40"/>
          <w:lang w:val="fr-FR"/>
        </w:rPr>
        <w:t>amille de mots</w:t>
      </w:r>
    </w:hyperlink>
    <w:r w:rsidRPr="00BF4BC3">
      <w:rPr>
        <w:rFonts w:ascii="Trebuchet MS" w:hAnsi="Trebuchet MS"/>
        <w:sz w:val="40"/>
        <w:szCs w:val="40"/>
        <w:lang w:val="fr-FR"/>
      </w:rPr>
      <w:t xml:space="preserve"> à partir du mot-clé qui vous a été attribué.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55A" w:rsidRDefault="0058255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35C"/>
    <w:rsid w:val="0002158D"/>
    <w:rsid w:val="00023E4B"/>
    <w:rsid w:val="0002771E"/>
    <w:rsid w:val="000308C4"/>
    <w:rsid w:val="000335BC"/>
    <w:rsid w:val="00034BB2"/>
    <w:rsid w:val="0007354A"/>
    <w:rsid w:val="0008050C"/>
    <w:rsid w:val="00090F89"/>
    <w:rsid w:val="000A0593"/>
    <w:rsid w:val="000A787A"/>
    <w:rsid w:val="000A79BC"/>
    <w:rsid w:val="000B2B40"/>
    <w:rsid w:val="000C1F80"/>
    <w:rsid w:val="000C5B06"/>
    <w:rsid w:val="000D3971"/>
    <w:rsid w:val="000E0F22"/>
    <w:rsid w:val="000F73B1"/>
    <w:rsid w:val="00101206"/>
    <w:rsid w:val="00101922"/>
    <w:rsid w:val="00104E3B"/>
    <w:rsid w:val="00112298"/>
    <w:rsid w:val="00115669"/>
    <w:rsid w:val="00121E7C"/>
    <w:rsid w:val="00135EF9"/>
    <w:rsid w:val="00142217"/>
    <w:rsid w:val="001464E9"/>
    <w:rsid w:val="00170AEF"/>
    <w:rsid w:val="00171160"/>
    <w:rsid w:val="0019593B"/>
    <w:rsid w:val="001961CD"/>
    <w:rsid w:val="001B31DB"/>
    <w:rsid w:val="001C08C5"/>
    <w:rsid w:val="001C0A1C"/>
    <w:rsid w:val="001C50D0"/>
    <w:rsid w:val="001D104A"/>
    <w:rsid w:val="001F2BCF"/>
    <w:rsid w:val="001F790B"/>
    <w:rsid w:val="00200189"/>
    <w:rsid w:val="002140E2"/>
    <w:rsid w:val="00224D67"/>
    <w:rsid w:val="00226F3C"/>
    <w:rsid w:val="00242280"/>
    <w:rsid w:val="002438DE"/>
    <w:rsid w:val="002539F4"/>
    <w:rsid w:val="00261590"/>
    <w:rsid w:val="0026770C"/>
    <w:rsid w:val="002815C7"/>
    <w:rsid w:val="0028324A"/>
    <w:rsid w:val="00284CFF"/>
    <w:rsid w:val="00287D17"/>
    <w:rsid w:val="002907E1"/>
    <w:rsid w:val="00290F24"/>
    <w:rsid w:val="00294411"/>
    <w:rsid w:val="002B021A"/>
    <w:rsid w:val="002B3E23"/>
    <w:rsid w:val="002B6E88"/>
    <w:rsid w:val="002C59EA"/>
    <w:rsid w:val="002C705C"/>
    <w:rsid w:val="002D2BDE"/>
    <w:rsid w:val="002D6A5F"/>
    <w:rsid w:val="002E5EA0"/>
    <w:rsid w:val="002F671B"/>
    <w:rsid w:val="003226C5"/>
    <w:rsid w:val="0032469A"/>
    <w:rsid w:val="0033571F"/>
    <w:rsid w:val="00341AD2"/>
    <w:rsid w:val="00355F9D"/>
    <w:rsid w:val="00360C9A"/>
    <w:rsid w:val="00366F41"/>
    <w:rsid w:val="00375450"/>
    <w:rsid w:val="0037738E"/>
    <w:rsid w:val="00384C9E"/>
    <w:rsid w:val="00396D27"/>
    <w:rsid w:val="00397D23"/>
    <w:rsid w:val="003A00CD"/>
    <w:rsid w:val="003A11F9"/>
    <w:rsid w:val="003A540E"/>
    <w:rsid w:val="003B1A0F"/>
    <w:rsid w:val="003B305E"/>
    <w:rsid w:val="003B5F63"/>
    <w:rsid w:val="003C0E27"/>
    <w:rsid w:val="003C6545"/>
    <w:rsid w:val="003D1950"/>
    <w:rsid w:val="003D41D3"/>
    <w:rsid w:val="003E1E60"/>
    <w:rsid w:val="003E30A0"/>
    <w:rsid w:val="003E773E"/>
    <w:rsid w:val="003F03B8"/>
    <w:rsid w:val="003F3626"/>
    <w:rsid w:val="0041122B"/>
    <w:rsid w:val="0041360E"/>
    <w:rsid w:val="004245BA"/>
    <w:rsid w:val="004307E9"/>
    <w:rsid w:val="004324F2"/>
    <w:rsid w:val="00437162"/>
    <w:rsid w:val="00440E23"/>
    <w:rsid w:val="00460D47"/>
    <w:rsid w:val="00461130"/>
    <w:rsid w:val="00472205"/>
    <w:rsid w:val="00480575"/>
    <w:rsid w:val="00482639"/>
    <w:rsid w:val="004904C0"/>
    <w:rsid w:val="0049576E"/>
    <w:rsid w:val="00495938"/>
    <w:rsid w:val="004A38CF"/>
    <w:rsid w:val="004B4329"/>
    <w:rsid w:val="004C235C"/>
    <w:rsid w:val="004C77F8"/>
    <w:rsid w:val="004D16BC"/>
    <w:rsid w:val="004D216B"/>
    <w:rsid w:val="004D36F5"/>
    <w:rsid w:val="004E4038"/>
    <w:rsid w:val="004F4F90"/>
    <w:rsid w:val="004F6C5E"/>
    <w:rsid w:val="00505F95"/>
    <w:rsid w:val="00507039"/>
    <w:rsid w:val="005107BB"/>
    <w:rsid w:val="005110C6"/>
    <w:rsid w:val="00524F69"/>
    <w:rsid w:val="00526976"/>
    <w:rsid w:val="00527272"/>
    <w:rsid w:val="00527E59"/>
    <w:rsid w:val="00534399"/>
    <w:rsid w:val="00542CFF"/>
    <w:rsid w:val="00546FF7"/>
    <w:rsid w:val="00551D73"/>
    <w:rsid w:val="005662D0"/>
    <w:rsid w:val="00573A65"/>
    <w:rsid w:val="0058255A"/>
    <w:rsid w:val="005A1998"/>
    <w:rsid w:val="005A7A40"/>
    <w:rsid w:val="005A7C7F"/>
    <w:rsid w:val="005B540D"/>
    <w:rsid w:val="005C081D"/>
    <w:rsid w:val="005C096A"/>
    <w:rsid w:val="005C29CF"/>
    <w:rsid w:val="005C332E"/>
    <w:rsid w:val="005C5B70"/>
    <w:rsid w:val="005D1DE6"/>
    <w:rsid w:val="005D4828"/>
    <w:rsid w:val="005D70F5"/>
    <w:rsid w:val="005E3281"/>
    <w:rsid w:val="005E70E1"/>
    <w:rsid w:val="00605560"/>
    <w:rsid w:val="00626815"/>
    <w:rsid w:val="00627BD0"/>
    <w:rsid w:val="00630C21"/>
    <w:rsid w:val="0063779F"/>
    <w:rsid w:val="00653905"/>
    <w:rsid w:val="00657FCE"/>
    <w:rsid w:val="00662E77"/>
    <w:rsid w:val="006639B2"/>
    <w:rsid w:val="00664E85"/>
    <w:rsid w:val="00681236"/>
    <w:rsid w:val="0068353C"/>
    <w:rsid w:val="00683D39"/>
    <w:rsid w:val="006852F5"/>
    <w:rsid w:val="00695093"/>
    <w:rsid w:val="006962E2"/>
    <w:rsid w:val="006B3B87"/>
    <w:rsid w:val="006B40EC"/>
    <w:rsid w:val="006B4A0F"/>
    <w:rsid w:val="006B4E77"/>
    <w:rsid w:val="006B79B2"/>
    <w:rsid w:val="006D3EA7"/>
    <w:rsid w:val="006F56C4"/>
    <w:rsid w:val="006F73B5"/>
    <w:rsid w:val="00707ABE"/>
    <w:rsid w:val="00710620"/>
    <w:rsid w:val="00711EBF"/>
    <w:rsid w:val="007203C5"/>
    <w:rsid w:val="00720D77"/>
    <w:rsid w:val="007246EA"/>
    <w:rsid w:val="00725552"/>
    <w:rsid w:val="00731EBD"/>
    <w:rsid w:val="00737B87"/>
    <w:rsid w:val="007666E1"/>
    <w:rsid w:val="0077239D"/>
    <w:rsid w:val="00772823"/>
    <w:rsid w:val="00775D14"/>
    <w:rsid w:val="00775F31"/>
    <w:rsid w:val="00783B5F"/>
    <w:rsid w:val="00792000"/>
    <w:rsid w:val="00792CC9"/>
    <w:rsid w:val="00793551"/>
    <w:rsid w:val="007951E7"/>
    <w:rsid w:val="007A03BA"/>
    <w:rsid w:val="007A4FAE"/>
    <w:rsid w:val="007A5E69"/>
    <w:rsid w:val="007C2E4B"/>
    <w:rsid w:val="007C6F3E"/>
    <w:rsid w:val="007D121E"/>
    <w:rsid w:val="007D22C6"/>
    <w:rsid w:val="007D343D"/>
    <w:rsid w:val="007E0687"/>
    <w:rsid w:val="007E5056"/>
    <w:rsid w:val="007E6C2E"/>
    <w:rsid w:val="007F28F5"/>
    <w:rsid w:val="007F5C90"/>
    <w:rsid w:val="007F5CBC"/>
    <w:rsid w:val="00802ECB"/>
    <w:rsid w:val="00822F72"/>
    <w:rsid w:val="00824698"/>
    <w:rsid w:val="00831054"/>
    <w:rsid w:val="00834885"/>
    <w:rsid w:val="00845019"/>
    <w:rsid w:val="00875706"/>
    <w:rsid w:val="00877A8F"/>
    <w:rsid w:val="00883A20"/>
    <w:rsid w:val="008A3E78"/>
    <w:rsid w:val="008C28E2"/>
    <w:rsid w:val="008C3A04"/>
    <w:rsid w:val="008C7372"/>
    <w:rsid w:val="00910E68"/>
    <w:rsid w:val="009160B0"/>
    <w:rsid w:val="00925694"/>
    <w:rsid w:val="009259B3"/>
    <w:rsid w:val="00926801"/>
    <w:rsid w:val="00940F7A"/>
    <w:rsid w:val="00941311"/>
    <w:rsid w:val="00950735"/>
    <w:rsid w:val="00953BE5"/>
    <w:rsid w:val="0095730D"/>
    <w:rsid w:val="00974BE1"/>
    <w:rsid w:val="0098792C"/>
    <w:rsid w:val="009951E3"/>
    <w:rsid w:val="00996D87"/>
    <w:rsid w:val="009A19E6"/>
    <w:rsid w:val="009B00BC"/>
    <w:rsid w:val="009B691A"/>
    <w:rsid w:val="009D0991"/>
    <w:rsid w:val="009D1A64"/>
    <w:rsid w:val="009D21E2"/>
    <w:rsid w:val="009D4312"/>
    <w:rsid w:val="009E0B9E"/>
    <w:rsid w:val="009E360E"/>
    <w:rsid w:val="009F49C8"/>
    <w:rsid w:val="009F681C"/>
    <w:rsid w:val="00A008B4"/>
    <w:rsid w:val="00A01CF6"/>
    <w:rsid w:val="00A0379E"/>
    <w:rsid w:val="00A134AC"/>
    <w:rsid w:val="00A16612"/>
    <w:rsid w:val="00A301FA"/>
    <w:rsid w:val="00A44E3F"/>
    <w:rsid w:val="00A476FB"/>
    <w:rsid w:val="00A5063A"/>
    <w:rsid w:val="00A5140D"/>
    <w:rsid w:val="00A52892"/>
    <w:rsid w:val="00A57468"/>
    <w:rsid w:val="00A637D3"/>
    <w:rsid w:val="00A6522D"/>
    <w:rsid w:val="00A71D74"/>
    <w:rsid w:val="00A75556"/>
    <w:rsid w:val="00A923DA"/>
    <w:rsid w:val="00A92569"/>
    <w:rsid w:val="00A9291F"/>
    <w:rsid w:val="00AA3CD5"/>
    <w:rsid w:val="00AB5E11"/>
    <w:rsid w:val="00AC1721"/>
    <w:rsid w:val="00AC3D64"/>
    <w:rsid w:val="00AC75EE"/>
    <w:rsid w:val="00AD0CE5"/>
    <w:rsid w:val="00AD6A85"/>
    <w:rsid w:val="00AE4EB8"/>
    <w:rsid w:val="00AF0424"/>
    <w:rsid w:val="00AF3470"/>
    <w:rsid w:val="00AF3767"/>
    <w:rsid w:val="00B01EED"/>
    <w:rsid w:val="00B0204E"/>
    <w:rsid w:val="00B02A59"/>
    <w:rsid w:val="00B04F8C"/>
    <w:rsid w:val="00B344E6"/>
    <w:rsid w:val="00B3577A"/>
    <w:rsid w:val="00B36EBB"/>
    <w:rsid w:val="00B419DB"/>
    <w:rsid w:val="00B51725"/>
    <w:rsid w:val="00B51A65"/>
    <w:rsid w:val="00B51FB9"/>
    <w:rsid w:val="00B71EA0"/>
    <w:rsid w:val="00B74E27"/>
    <w:rsid w:val="00B77EC8"/>
    <w:rsid w:val="00B8157A"/>
    <w:rsid w:val="00B92C56"/>
    <w:rsid w:val="00B9590F"/>
    <w:rsid w:val="00BA0161"/>
    <w:rsid w:val="00BA1C42"/>
    <w:rsid w:val="00BA62F0"/>
    <w:rsid w:val="00BA7376"/>
    <w:rsid w:val="00BA7AA6"/>
    <w:rsid w:val="00BB6420"/>
    <w:rsid w:val="00BC1BED"/>
    <w:rsid w:val="00BD028F"/>
    <w:rsid w:val="00BD22B8"/>
    <w:rsid w:val="00BD7561"/>
    <w:rsid w:val="00BE50D3"/>
    <w:rsid w:val="00BF0AA8"/>
    <w:rsid w:val="00BF0D3C"/>
    <w:rsid w:val="00BF3E1A"/>
    <w:rsid w:val="00BF4BC3"/>
    <w:rsid w:val="00C02B54"/>
    <w:rsid w:val="00C30669"/>
    <w:rsid w:val="00C353C3"/>
    <w:rsid w:val="00C37202"/>
    <w:rsid w:val="00C518B7"/>
    <w:rsid w:val="00C70C27"/>
    <w:rsid w:val="00C70E40"/>
    <w:rsid w:val="00C71902"/>
    <w:rsid w:val="00C74F2F"/>
    <w:rsid w:val="00C81E60"/>
    <w:rsid w:val="00C84F34"/>
    <w:rsid w:val="00C8715D"/>
    <w:rsid w:val="00C87721"/>
    <w:rsid w:val="00C9249A"/>
    <w:rsid w:val="00CA0777"/>
    <w:rsid w:val="00CA1BBD"/>
    <w:rsid w:val="00CA7B48"/>
    <w:rsid w:val="00CB543A"/>
    <w:rsid w:val="00CC03CF"/>
    <w:rsid w:val="00CC3B03"/>
    <w:rsid w:val="00CE3EA6"/>
    <w:rsid w:val="00CE65AA"/>
    <w:rsid w:val="00CF10AA"/>
    <w:rsid w:val="00CF3EC8"/>
    <w:rsid w:val="00CF4246"/>
    <w:rsid w:val="00CF5743"/>
    <w:rsid w:val="00CF7288"/>
    <w:rsid w:val="00D07489"/>
    <w:rsid w:val="00D27D98"/>
    <w:rsid w:val="00D3550F"/>
    <w:rsid w:val="00D41CE1"/>
    <w:rsid w:val="00D44AF9"/>
    <w:rsid w:val="00D50064"/>
    <w:rsid w:val="00D641EC"/>
    <w:rsid w:val="00D653E3"/>
    <w:rsid w:val="00D72594"/>
    <w:rsid w:val="00D825D8"/>
    <w:rsid w:val="00D86557"/>
    <w:rsid w:val="00D9092D"/>
    <w:rsid w:val="00D93609"/>
    <w:rsid w:val="00DA3AF5"/>
    <w:rsid w:val="00DB0274"/>
    <w:rsid w:val="00DB17DC"/>
    <w:rsid w:val="00DB6AB3"/>
    <w:rsid w:val="00DC32F2"/>
    <w:rsid w:val="00DD5E0C"/>
    <w:rsid w:val="00DD6116"/>
    <w:rsid w:val="00DF0E90"/>
    <w:rsid w:val="00E03978"/>
    <w:rsid w:val="00E0574C"/>
    <w:rsid w:val="00E0719C"/>
    <w:rsid w:val="00E11DCF"/>
    <w:rsid w:val="00E26814"/>
    <w:rsid w:val="00E333F6"/>
    <w:rsid w:val="00E40432"/>
    <w:rsid w:val="00E41D9A"/>
    <w:rsid w:val="00E42A14"/>
    <w:rsid w:val="00E42AD1"/>
    <w:rsid w:val="00E42FCC"/>
    <w:rsid w:val="00E45FA2"/>
    <w:rsid w:val="00E463E0"/>
    <w:rsid w:val="00E60886"/>
    <w:rsid w:val="00E610A0"/>
    <w:rsid w:val="00E62128"/>
    <w:rsid w:val="00E76172"/>
    <w:rsid w:val="00E85288"/>
    <w:rsid w:val="00E87C57"/>
    <w:rsid w:val="00E97D1E"/>
    <w:rsid w:val="00EA61C0"/>
    <w:rsid w:val="00EB01F0"/>
    <w:rsid w:val="00EB7AFE"/>
    <w:rsid w:val="00EC62B0"/>
    <w:rsid w:val="00ED0E18"/>
    <w:rsid w:val="00ED2CFC"/>
    <w:rsid w:val="00EE2BF9"/>
    <w:rsid w:val="00EE3CD8"/>
    <w:rsid w:val="00EE761E"/>
    <w:rsid w:val="00EF168E"/>
    <w:rsid w:val="00F00D69"/>
    <w:rsid w:val="00F20B28"/>
    <w:rsid w:val="00F275C6"/>
    <w:rsid w:val="00F30D03"/>
    <w:rsid w:val="00F312FD"/>
    <w:rsid w:val="00F31E44"/>
    <w:rsid w:val="00F36F6D"/>
    <w:rsid w:val="00F407BE"/>
    <w:rsid w:val="00F56D97"/>
    <w:rsid w:val="00F668F3"/>
    <w:rsid w:val="00F67F88"/>
    <w:rsid w:val="00F82ADF"/>
    <w:rsid w:val="00FA333B"/>
    <w:rsid w:val="00FA5D94"/>
    <w:rsid w:val="00FB5242"/>
    <w:rsid w:val="00FC47C7"/>
    <w:rsid w:val="00FC667F"/>
    <w:rsid w:val="00FD76CC"/>
    <w:rsid w:val="00FE093F"/>
    <w:rsid w:val="00FE4AE9"/>
    <w:rsid w:val="00FE7D88"/>
    <w:rsid w:val="00FF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5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54A"/>
  </w:style>
  <w:style w:type="paragraph" w:styleId="Footer">
    <w:name w:val="footer"/>
    <w:basedOn w:val="Normal"/>
    <w:link w:val="FooterChar"/>
    <w:uiPriority w:val="99"/>
    <w:unhideWhenUsed/>
    <w:rsid w:val="000735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54A"/>
  </w:style>
  <w:style w:type="table" w:styleId="TableGrid">
    <w:name w:val="Table Grid"/>
    <w:basedOn w:val="TableNormal"/>
    <w:uiPriority w:val="59"/>
    <w:rsid w:val="009A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754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5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354A"/>
  </w:style>
  <w:style w:type="paragraph" w:styleId="Footer">
    <w:name w:val="footer"/>
    <w:basedOn w:val="Normal"/>
    <w:link w:val="FooterChar"/>
    <w:uiPriority w:val="99"/>
    <w:unhideWhenUsed/>
    <w:rsid w:val="000735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354A"/>
  </w:style>
  <w:style w:type="table" w:styleId="TableGrid">
    <w:name w:val="Table Grid"/>
    <w:basedOn w:val="TableNormal"/>
    <w:uiPriority w:val="59"/>
    <w:rsid w:val="009A19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754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echangevirtuel.wikispaces.com/FAMILLES+DE+MOTS" TargetMode="External"/><Relationship Id="rId1" Type="http://schemas.openxmlformats.org/officeDocument/2006/relationships/hyperlink" Target="http://www.cnrtl.fr/definition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wner\Documents\CLASSES%20ANN&#233;E%202011-2012\11&#232;%20IMMERSION\DISTRIBUTION%20DES%20TACHES%20-%2011&#232;%20Imm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DISTRIBUTION DES TACHES - 11è Immersion</Template>
  <TotalTime>2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2011-09-11T17:41:00Z</cp:lastPrinted>
  <dcterms:created xsi:type="dcterms:W3CDTF">2011-09-17T21:20:00Z</dcterms:created>
  <dcterms:modified xsi:type="dcterms:W3CDTF">2011-09-19T02:41:00Z</dcterms:modified>
</cp:coreProperties>
</file>